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002D3375" w:rsidRDefault="00997F14" w14:paraId="37007B10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287DD94C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P="00397200" w:rsidRDefault="0071620A" w14:paraId="271B5628" w14:textId="3C48EE1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397200">
        <w:rPr>
          <w:rFonts w:ascii="Corbel" w:hAnsi="Corbel"/>
          <w:i/>
          <w:smallCaps/>
          <w:sz w:val="24"/>
          <w:szCs w:val="24"/>
        </w:rPr>
        <w:t>20</w:t>
      </w:r>
      <w:r w:rsidR="00F22F94">
        <w:rPr>
          <w:rFonts w:ascii="Corbel" w:hAnsi="Corbel"/>
          <w:i/>
          <w:smallCaps/>
          <w:sz w:val="24"/>
          <w:szCs w:val="24"/>
        </w:rPr>
        <w:t>19</w:t>
      </w:r>
      <w:r w:rsidR="00397200">
        <w:rPr>
          <w:rFonts w:ascii="Corbel" w:hAnsi="Corbel"/>
          <w:i/>
          <w:smallCaps/>
          <w:sz w:val="24"/>
          <w:szCs w:val="24"/>
        </w:rPr>
        <w:t>-202</w:t>
      </w:r>
      <w:r w:rsidR="00F22F94">
        <w:rPr>
          <w:rFonts w:ascii="Corbel" w:hAnsi="Corbel"/>
          <w:i/>
          <w:smallCaps/>
          <w:sz w:val="24"/>
          <w:szCs w:val="24"/>
        </w:rPr>
        <w:t>2</w:t>
      </w:r>
      <w:r w:rsidR="00397200">
        <w:rPr>
          <w:rFonts w:ascii="Corbel" w:hAnsi="Corbel"/>
          <w:i/>
          <w:smallCaps/>
          <w:sz w:val="24"/>
          <w:szCs w:val="24"/>
        </w:rPr>
        <w:t xml:space="preserve"> (</w:t>
      </w:r>
      <w:r w:rsidRPr="00EA4832" w:rsidR="0085747A">
        <w:rPr>
          <w:rFonts w:ascii="Corbel" w:hAnsi="Corbel"/>
          <w:i/>
          <w:sz w:val="20"/>
          <w:szCs w:val="20"/>
        </w:rPr>
        <w:t>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5EC51312" w14:textId="23C3BA5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 </w:t>
      </w:r>
      <w:r w:rsidR="00397200">
        <w:rPr>
          <w:rFonts w:ascii="Corbel" w:hAnsi="Corbel"/>
          <w:sz w:val="20"/>
          <w:szCs w:val="20"/>
        </w:rPr>
        <w:t>20</w:t>
      </w:r>
      <w:r w:rsidR="004E0FC1">
        <w:rPr>
          <w:rFonts w:ascii="Corbel" w:hAnsi="Corbel"/>
          <w:sz w:val="20"/>
          <w:szCs w:val="20"/>
        </w:rPr>
        <w:t>21</w:t>
      </w:r>
      <w:r w:rsidR="00397200">
        <w:rPr>
          <w:rFonts w:ascii="Corbel" w:hAnsi="Corbel"/>
          <w:sz w:val="20"/>
          <w:szCs w:val="20"/>
        </w:rPr>
        <w:t>/202</w:t>
      </w:r>
      <w:r w:rsidR="004E0FC1">
        <w:rPr>
          <w:rFonts w:ascii="Corbel" w:hAnsi="Corbel"/>
          <w:sz w:val="20"/>
          <w:szCs w:val="20"/>
        </w:rPr>
        <w:t>2</w:t>
      </w:r>
      <w:bookmarkStart w:name="_GoBack" w:id="0"/>
      <w:bookmarkEnd w:id="0"/>
    </w:p>
    <w:p w:rsidRPr="009C54AE" w:rsidR="0085747A" w:rsidP="009C54AE" w:rsidRDefault="0085747A" w14:paraId="497991E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B19A906" w:rsidRDefault="0071620A" w14:paraId="57DE0D46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B19A906">
        <w:rPr>
          <w:rFonts w:ascii="Corbel" w:hAnsi="Corbel"/>
          <w:szCs w:val="24"/>
        </w:rPr>
        <w:t xml:space="preserve">1. </w:t>
      </w:r>
      <w:r w:rsidRPr="0B19A906" w:rsidR="0085747A">
        <w:rPr>
          <w:rFonts w:ascii="Corbel" w:hAnsi="Corbel"/>
          <w:szCs w:val="24"/>
        </w:rPr>
        <w:t xml:space="preserve">Podstawowe </w:t>
      </w:r>
      <w:r w:rsidRPr="0B19A906"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F70C25" w:rsidTr="0B19A906" w14:paraId="383DEF25" w14:textId="77777777">
        <w:tc>
          <w:tcPr>
            <w:tcW w:w="2694" w:type="dxa"/>
            <w:vAlign w:val="center"/>
          </w:tcPr>
          <w:p w:rsidRPr="009C54AE" w:rsidR="00F70C25" w:rsidP="00F70C25" w:rsidRDefault="00F70C25" w14:paraId="7CB01A8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8F10D1" w:rsidR="00F70C25" w:rsidP="0B19A906" w:rsidRDefault="00F70C25" w14:paraId="746A72E7" w14:textId="6E354D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Bezpieczeństwo socjalne</w:t>
            </w:r>
          </w:p>
        </w:tc>
      </w:tr>
      <w:tr w:rsidRPr="009C54AE" w:rsidR="00F70C25" w:rsidTr="0B19A906" w14:paraId="6E39CF44" w14:textId="77777777">
        <w:tc>
          <w:tcPr>
            <w:tcW w:w="2694" w:type="dxa"/>
            <w:vAlign w:val="center"/>
          </w:tcPr>
          <w:p w:rsidRPr="009C54AE" w:rsidR="00F70C25" w:rsidP="00F70C25" w:rsidRDefault="00F70C25" w14:paraId="3B0C409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8F10D1" w:rsidR="00F70C25" w:rsidP="0B19A906" w:rsidRDefault="00F70C25" w14:paraId="14DAC9B0" w14:textId="0DE36C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BW34</w:t>
            </w:r>
          </w:p>
        </w:tc>
      </w:tr>
      <w:tr w:rsidRPr="009C54AE" w:rsidR="00F70C25" w:rsidTr="0B19A906" w14:paraId="6E4AD225" w14:textId="77777777">
        <w:tc>
          <w:tcPr>
            <w:tcW w:w="2694" w:type="dxa"/>
            <w:vAlign w:val="center"/>
          </w:tcPr>
          <w:p w:rsidRPr="009C54AE" w:rsidR="00F70C25" w:rsidP="00F70C25" w:rsidRDefault="00F70C25" w14:paraId="3AD15B84" w14:textId="2A3EBE8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201C6A" w:rsidR="00F70C25" w:rsidP="0B19A906" w:rsidRDefault="00AC7D4E" w14:paraId="25DCA32F" w14:textId="018F43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Kolegium Nauk Spo</w:t>
            </w:r>
            <w:r w:rsidRPr="0B19A906" w:rsidR="00F87A13">
              <w:rPr>
                <w:rFonts w:ascii="Corbel" w:hAnsi="Corbel"/>
                <w:b w:val="0"/>
                <w:sz w:val="24"/>
                <w:szCs w:val="24"/>
              </w:rPr>
              <w:t>ł</w:t>
            </w:r>
            <w:r w:rsidRPr="0B19A906">
              <w:rPr>
                <w:rFonts w:ascii="Corbel" w:hAnsi="Corbel"/>
                <w:b w:val="0"/>
                <w:sz w:val="24"/>
                <w:szCs w:val="24"/>
              </w:rPr>
              <w:t>ecznych</w:t>
            </w:r>
            <w:r w:rsidRPr="0B19A906" w:rsidR="00F70C2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C54AE" w:rsidR="00F70C25" w:rsidTr="0B19A906" w14:paraId="402A4481" w14:textId="77777777">
        <w:tc>
          <w:tcPr>
            <w:tcW w:w="2694" w:type="dxa"/>
            <w:vAlign w:val="center"/>
          </w:tcPr>
          <w:p w:rsidRPr="009C54AE" w:rsidR="00F70C25" w:rsidP="00F70C25" w:rsidRDefault="00F70C25" w14:paraId="476CC25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201C6A" w:rsidR="00F70C25" w:rsidP="0B19A906" w:rsidRDefault="00FB4D68" w14:paraId="2075D5F3" w14:textId="61E075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F70C25" w:rsidTr="0B19A906" w14:paraId="14BA5445" w14:textId="77777777">
        <w:tc>
          <w:tcPr>
            <w:tcW w:w="2694" w:type="dxa"/>
            <w:vAlign w:val="center"/>
          </w:tcPr>
          <w:p w:rsidRPr="009C54AE" w:rsidR="00F70C25" w:rsidP="00F70C25" w:rsidRDefault="00F70C25" w14:paraId="3092E56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201C6A" w:rsidR="00F70C25" w:rsidP="0B19A906" w:rsidRDefault="00F70C25" w14:paraId="2F25407B" w14:textId="17D81F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9C54AE" w:rsidR="00F70C25" w:rsidTr="0B19A906" w14:paraId="2C8D6E47" w14:textId="77777777">
        <w:tc>
          <w:tcPr>
            <w:tcW w:w="2694" w:type="dxa"/>
            <w:vAlign w:val="center"/>
          </w:tcPr>
          <w:p w:rsidRPr="009C54AE" w:rsidR="00F70C25" w:rsidP="00F70C25" w:rsidRDefault="00F70C25" w14:paraId="4B3F906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201C6A" w:rsidR="00F70C25" w:rsidP="0B19A906" w:rsidRDefault="00F70C25" w14:paraId="5CBC04B9" w14:textId="594611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Pr="009C54AE" w:rsidR="00F70C25" w:rsidTr="0B19A906" w14:paraId="73578859" w14:textId="77777777">
        <w:tc>
          <w:tcPr>
            <w:tcW w:w="2694" w:type="dxa"/>
            <w:vAlign w:val="center"/>
          </w:tcPr>
          <w:p w:rsidRPr="009C54AE" w:rsidR="00F70C25" w:rsidP="00F70C25" w:rsidRDefault="00F70C25" w14:paraId="48CC716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201C6A" w:rsidR="00F70C25" w:rsidP="0B19A906" w:rsidRDefault="00F70C25" w14:paraId="1C7B6324" w14:textId="7018E0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9C54AE" w:rsidR="00F70C25" w:rsidTr="0B19A906" w14:paraId="25B3E288" w14:textId="77777777">
        <w:tc>
          <w:tcPr>
            <w:tcW w:w="2694" w:type="dxa"/>
            <w:vAlign w:val="center"/>
          </w:tcPr>
          <w:p w:rsidRPr="009C54AE" w:rsidR="00F70C25" w:rsidP="00F70C25" w:rsidRDefault="00F70C25" w14:paraId="0016A7A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201C6A" w:rsidR="00F70C25" w:rsidP="0B19A906" w:rsidRDefault="00F70C25" w14:paraId="75308A3E" w14:textId="057BB7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F70C25" w:rsidTr="0B19A906" w14:paraId="3D13DDA2" w14:textId="77777777">
        <w:tc>
          <w:tcPr>
            <w:tcW w:w="2694" w:type="dxa"/>
            <w:vAlign w:val="center"/>
          </w:tcPr>
          <w:p w:rsidRPr="009C54AE" w:rsidR="00F70C25" w:rsidP="00F70C25" w:rsidRDefault="00F70C25" w14:paraId="01064FD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201C6A" w:rsidR="00F70C25" w:rsidP="0B19A906" w:rsidRDefault="00F70C25" w14:paraId="0EB7DEB4" w14:textId="764628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Rok III semestr VI</w:t>
            </w:r>
          </w:p>
        </w:tc>
      </w:tr>
      <w:tr w:rsidRPr="009C54AE" w:rsidR="00F70C25" w:rsidTr="0B19A906" w14:paraId="0688FF34" w14:textId="77777777">
        <w:tc>
          <w:tcPr>
            <w:tcW w:w="2694" w:type="dxa"/>
            <w:vAlign w:val="center"/>
          </w:tcPr>
          <w:p w:rsidRPr="009C54AE" w:rsidR="00F70C25" w:rsidP="00F70C25" w:rsidRDefault="00F70C25" w14:paraId="3E2A5C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201C6A" w:rsidR="00F70C25" w:rsidP="0B19A906" w:rsidRDefault="00F70C25" w14:paraId="4E345FDC" w14:textId="7C9D1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Pr="009C54AE" w:rsidR="00F70C25" w:rsidTr="0B19A906" w14:paraId="48D7876D" w14:textId="77777777">
        <w:tc>
          <w:tcPr>
            <w:tcW w:w="2694" w:type="dxa"/>
            <w:vAlign w:val="center"/>
          </w:tcPr>
          <w:p w:rsidRPr="009C54AE" w:rsidR="00F70C25" w:rsidP="00F70C25" w:rsidRDefault="00F70C25" w14:paraId="50B320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70C25" w:rsidP="00F70C25" w:rsidRDefault="00F70C25" w14:paraId="3A3BECD5" w14:textId="30C54E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F70C25" w:rsidTr="0B19A906" w14:paraId="28A52AD3" w14:textId="77777777">
        <w:tc>
          <w:tcPr>
            <w:tcW w:w="2694" w:type="dxa"/>
            <w:vAlign w:val="center"/>
          </w:tcPr>
          <w:p w:rsidRPr="009C54AE" w:rsidR="00F70C25" w:rsidP="00F70C25" w:rsidRDefault="00F70C25" w14:paraId="0F734F3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70C25" w:rsidP="0B19A906" w:rsidRDefault="00F70C25" w14:paraId="27864E0C" w14:textId="1C51D3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 xml:space="preserve">Dr hab. Grzegorz </w:t>
            </w:r>
            <w:proofErr w:type="spellStart"/>
            <w:r w:rsidRPr="0B19A906">
              <w:rPr>
                <w:rFonts w:ascii="Corbel" w:hAnsi="Corbel"/>
                <w:b w:val="0"/>
                <w:sz w:val="24"/>
                <w:szCs w:val="24"/>
              </w:rPr>
              <w:t>Bonusiak</w:t>
            </w:r>
            <w:proofErr w:type="spellEnd"/>
            <w:r w:rsidRPr="0B19A906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Pr="009C54AE" w:rsidR="00F70C25" w:rsidTr="0B19A906" w14:paraId="3B9BFA0F" w14:textId="77777777">
        <w:tc>
          <w:tcPr>
            <w:tcW w:w="2694" w:type="dxa"/>
            <w:vAlign w:val="center"/>
          </w:tcPr>
          <w:p w:rsidRPr="009C54AE" w:rsidR="00F70C25" w:rsidP="00F70C25" w:rsidRDefault="00F70C25" w14:paraId="6368A46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70C25" w:rsidP="0B19A906" w:rsidRDefault="00F70C25" w14:paraId="7ADB0750" w14:textId="0A3CD3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 xml:space="preserve">Dr hab. Grzegorz </w:t>
            </w:r>
            <w:proofErr w:type="spellStart"/>
            <w:r w:rsidRPr="0B19A906">
              <w:rPr>
                <w:rFonts w:ascii="Corbel" w:hAnsi="Corbel"/>
                <w:b w:val="0"/>
                <w:sz w:val="24"/>
                <w:szCs w:val="24"/>
              </w:rPr>
              <w:t>Bonusiak</w:t>
            </w:r>
            <w:proofErr w:type="spellEnd"/>
            <w:r w:rsidRPr="0B19A906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:rsidRPr="009C54AE" w:rsidR="0085747A" w:rsidP="009C54AE" w:rsidRDefault="0085747A" w14:paraId="69D4E43E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274513B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0120A41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6F2030F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027605" w14:paraId="3DA29816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4104176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55038F6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4A073D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A883B9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7631D2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062EA7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DCA9E9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132F74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B44176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E42E3B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726FC1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30395F" w:rsidTr="00027605" w14:paraId="786BEFC9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30395F" w:rsidP="009C54AE" w:rsidRDefault="00FB4D68" w14:paraId="36E71069" w14:textId="02D40F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596D5B1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534D78F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97200" w14:paraId="5E26B196" w14:textId="40667DA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0D77AC2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4312F8E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49E489D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5F89E77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48815D3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97200" w14:paraId="25E25F3A" w14:textId="36EFD4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9C54AE" w:rsidRDefault="00923D7D" w14:paraId="5FDAE94E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6C3535C4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B19A906" w:rsidRDefault="0085747A" w14:paraId="505C97A3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B19A906">
        <w:rPr>
          <w:rFonts w:ascii="Corbel" w:hAnsi="Corbel"/>
          <w:smallCaps w:val="0"/>
        </w:rPr>
        <w:t>1</w:t>
      </w:r>
      <w:r w:rsidRPr="0B19A906">
        <w:rPr>
          <w:rFonts w:ascii="Corbel" w:hAnsi="Corbel"/>
          <w:smallCaps w:val="0"/>
          <w:szCs w:val="24"/>
        </w:rPr>
        <w:t>.</w:t>
      </w:r>
      <w:r w:rsidRPr="0B19A906" w:rsidR="00E22FBC">
        <w:rPr>
          <w:rFonts w:ascii="Corbel" w:hAnsi="Corbel"/>
          <w:smallCaps w:val="0"/>
          <w:szCs w:val="24"/>
        </w:rPr>
        <w:t>2</w:t>
      </w:r>
      <w:r w:rsidRPr="0B19A906" w:rsidR="00F83B28">
        <w:rPr>
          <w:rFonts w:ascii="Corbel" w:hAnsi="Corbel"/>
          <w:smallCaps w:val="0"/>
          <w:szCs w:val="24"/>
        </w:rPr>
        <w:t>.</w:t>
      </w:r>
      <w:r>
        <w:tab/>
      </w:r>
      <w:r w:rsidRPr="0B19A906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B19A906" w:rsidRDefault="00397200" w14:paraId="0B3236BD" w14:textId="5A17E18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B19A906">
        <w:rPr>
          <w:rFonts w:ascii="MS Gothic" w:hAnsi="MS Gothic" w:eastAsia="MS Gothic" w:cs="MS Gothic"/>
          <w:b w:val="0"/>
          <w:szCs w:val="24"/>
        </w:rPr>
        <w:t>☒</w:t>
      </w:r>
      <w:r w:rsidRPr="0B19A906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B19A906" w:rsidRDefault="0085747A" w14:paraId="206AA111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B19A906">
        <w:rPr>
          <w:rFonts w:ascii="MS Gothic" w:hAnsi="MS Gothic" w:eastAsia="MS Gothic" w:cs="MS Gothic"/>
          <w:b w:val="0"/>
          <w:szCs w:val="24"/>
        </w:rPr>
        <w:t>☐</w:t>
      </w:r>
      <w:r w:rsidRPr="0B19A90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B19A906" w:rsidRDefault="0085747A" w14:paraId="35B1C9B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B19A906" w:rsidRDefault="00E22FBC" w14:paraId="00934DD7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B19A906">
        <w:rPr>
          <w:rFonts w:ascii="Corbel" w:hAnsi="Corbel"/>
          <w:smallCaps w:val="0"/>
          <w:szCs w:val="24"/>
        </w:rPr>
        <w:t xml:space="preserve">1.3 </w:t>
      </w:r>
      <w:r>
        <w:tab/>
      </w:r>
      <w:r w:rsidRPr="0B19A906">
        <w:rPr>
          <w:rFonts w:ascii="Corbel" w:hAnsi="Corbel"/>
          <w:smallCaps w:val="0"/>
          <w:szCs w:val="24"/>
        </w:rPr>
        <w:t>For</w:t>
      </w:r>
      <w:r w:rsidRPr="0B19A906" w:rsidR="00445970">
        <w:rPr>
          <w:rFonts w:ascii="Corbel" w:hAnsi="Corbel"/>
          <w:smallCaps w:val="0"/>
          <w:szCs w:val="24"/>
        </w:rPr>
        <w:t xml:space="preserve">ma zaliczenia przedmiotu </w:t>
      </w:r>
      <w:r w:rsidRPr="0B19A906">
        <w:rPr>
          <w:rFonts w:ascii="Corbel" w:hAnsi="Corbel"/>
          <w:smallCaps w:val="0"/>
          <w:szCs w:val="24"/>
        </w:rPr>
        <w:t xml:space="preserve"> (z toku) </w:t>
      </w:r>
      <w:r w:rsidRPr="0B19A90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B19A906" w:rsidRDefault="009C54AE" w14:paraId="2E1DEFF9" w14:textId="1D60E5B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70C25" w:rsidP="0B19A906" w:rsidRDefault="00F70C25" w14:paraId="29586E73" w14:textId="0DC6E5EC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B19A906">
        <w:rPr>
          <w:rFonts w:ascii="Corbel" w:hAnsi="Corbel"/>
          <w:b w:val="0"/>
          <w:szCs w:val="24"/>
        </w:rPr>
        <w:t>zaliczenie z oceną</w:t>
      </w:r>
    </w:p>
    <w:p w:rsidR="00E960BB" w:rsidP="0B19A906" w:rsidRDefault="00E960BB" w14:paraId="4D8BE62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B19A906" w:rsidRDefault="0085747A" w14:paraId="0B08F1B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B19A90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B19A906" w14:paraId="234904DF" w14:textId="77777777">
        <w:tc>
          <w:tcPr>
            <w:tcW w:w="9670" w:type="dxa"/>
          </w:tcPr>
          <w:p w:rsidRPr="009C54AE" w:rsidR="0085747A" w:rsidP="0B19A906" w:rsidRDefault="00F70C25" w14:paraId="318DAD95" w14:textId="3F5EE9C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B19A90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brak</w:t>
            </w:r>
          </w:p>
        </w:tc>
      </w:tr>
    </w:tbl>
    <w:p w:rsidR="00153C41" w:rsidP="0B19A906" w:rsidRDefault="00153C41" w14:paraId="434CAD6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B19A906" w:rsidRDefault="0071620A" w14:paraId="6FA488A7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B19A906">
        <w:rPr>
          <w:rFonts w:ascii="Corbel" w:hAnsi="Corbel"/>
          <w:szCs w:val="24"/>
        </w:rPr>
        <w:t>3.</w:t>
      </w:r>
      <w:r w:rsidRPr="0B19A906" w:rsidR="0085747A">
        <w:rPr>
          <w:rFonts w:ascii="Corbel" w:hAnsi="Corbel"/>
          <w:szCs w:val="24"/>
        </w:rPr>
        <w:t xml:space="preserve"> </w:t>
      </w:r>
      <w:r w:rsidRPr="0B19A906" w:rsidR="00A84C85">
        <w:rPr>
          <w:rFonts w:ascii="Corbel" w:hAnsi="Corbel"/>
          <w:szCs w:val="24"/>
        </w:rPr>
        <w:t>cele, efekty uczenia się</w:t>
      </w:r>
      <w:r w:rsidRPr="0B19A906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B19A906" w:rsidRDefault="0085747A" w14:paraId="161B58C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322938D6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B19A906" w:rsidRDefault="00F83B28" w14:paraId="72763737" w14:textId="77777777">
      <w:pPr>
        <w:pStyle w:val="Podpunkty"/>
        <w:rPr>
          <w:rFonts w:ascii="Corbel" w:hAnsi="Corbel"/>
          <w:b w:val="0"/>
          <w:i/>
          <w:iCs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201C6A" w:rsidR="00F70C25" w:rsidTr="0B19A906" w14:paraId="06EB23EE" w14:textId="77777777">
        <w:tc>
          <w:tcPr>
            <w:tcW w:w="845" w:type="dxa"/>
            <w:vAlign w:val="center"/>
          </w:tcPr>
          <w:p w:rsidRPr="00201C6A" w:rsidR="00F70C25" w:rsidP="00F70C25" w:rsidRDefault="00F70C25" w14:paraId="3C31322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1C6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Pr="00201C6A" w:rsidR="00F70C25" w:rsidP="0B19A906" w:rsidRDefault="00F70C25" w14:paraId="6EE62394" w14:textId="76EDB8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zapoznanie studentów z podstawowymi terminami i teoriami dotyczącymi bezpieczeństwa socjalnego</w:t>
            </w:r>
          </w:p>
        </w:tc>
      </w:tr>
      <w:tr w:rsidRPr="00201C6A" w:rsidR="00F70C25" w:rsidTr="0B19A906" w14:paraId="7AF2AFAD" w14:textId="77777777">
        <w:tc>
          <w:tcPr>
            <w:tcW w:w="845" w:type="dxa"/>
            <w:vAlign w:val="center"/>
          </w:tcPr>
          <w:p w:rsidRPr="00201C6A" w:rsidR="00F70C25" w:rsidP="00F70C25" w:rsidRDefault="00F70C25" w14:paraId="05CE085A" w14:textId="190B9AA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01C6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201C6A" w:rsidR="00F70C25" w:rsidP="0B19A906" w:rsidRDefault="00F70C25" w14:paraId="441393BD" w14:textId="18C1ED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Przedstawienie podstawowych zagrożeń dla bezpieczeństwa socjalnego</w:t>
            </w:r>
          </w:p>
        </w:tc>
      </w:tr>
      <w:tr w:rsidRPr="00201C6A" w:rsidR="00F70C25" w:rsidTr="0B19A906" w14:paraId="3C89AEE9" w14:textId="77777777">
        <w:tc>
          <w:tcPr>
            <w:tcW w:w="845" w:type="dxa"/>
            <w:vAlign w:val="center"/>
          </w:tcPr>
          <w:p w:rsidRPr="00201C6A" w:rsidR="00F70C25" w:rsidP="00F70C25" w:rsidRDefault="00F70C25" w14:paraId="4B4A8239" w14:textId="31B275C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1C6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Pr="00201C6A" w:rsidR="00F70C25" w:rsidP="0B19A906" w:rsidRDefault="00F70C25" w14:paraId="2A208010" w14:textId="62C7E6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Przedstawienie polityki państwa i instytucji dbających o bezpieczeństwo społeczne</w:t>
            </w:r>
          </w:p>
        </w:tc>
      </w:tr>
    </w:tbl>
    <w:p w:rsidRPr="00201C6A" w:rsidR="0085747A" w:rsidP="009C54AE" w:rsidRDefault="0085747A" w14:paraId="0907F9BD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201C6A" w:rsidR="001D7B54" w:rsidP="009C54AE" w:rsidRDefault="009F4610" w14:paraId="12047A04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01C6A">
        <w:rPr>
          <w:rFonts w:ascii="Corbel" w:hAnsi="Corbel"/>
          <w:sz w:val="24"/>
          <w:szCs w:val="24"/>
        </w:rPr>
        <w:t xml:space="preserve">3.2 </w:t>
      </w:r>
      <w:r w:rsidRPr="00201C6A" w:rsidR="001D7B54">
        <w:rPr>
          <w:rFonts w:ascii="Corbel" w:hAnsi="Corbel"/>
          <w:sz w:val="24"/>
          <w:szCs w:val="24"/>
        </w:rPr>
        <w:t xml:space="preserve">Efekty </w:t>
      </w:r>
      <w:r w:rsidRPr="00201C6A" w:rsidR="00C05F44">
        <w:rPr>
          <w:rFonts w:ascii="Corbel" w:hAnsi="Corbel"/>
          <w:sz w:val="24"/>
          <w:szCs w:val="24"/>
        </w:rPr>
        <w:t xml:space="preserve">uczenia się </w:t>
      </w:r>
      <w:r w:rsidRPr="00201C6A" w:rsidR="001D7B54">
        <w:rPr>
          <w:rFonts w:ascii="Corbel" w:hAnsi="Corbel"/>
          <w:sz w:val="24"/>
          <w:szCs w:val="24"/>
        </w:rPr>
        <w:t>dla przedmiotu</w:t>
      </w:r>
      <w:r w:rsidRPr="00201C6A" w:rsidR="00445970">
        <w:rPr>
          <w:rFonts w:ascii="Corbel" w:hAnsi="Corbel"/>
          <w:sz w:val="24"/>
          <w:szCs w:val="24"/>
        </w:rPr>
        <w:t xml:space="preserve"> </w:t>
      </w:r>
    </w:p>
    <w:p w:rsidRPr="00201C6A" w:rsidR="001D7B54" w:rsidP="009C54AE" w:rsidRDefault="001D7B54" w14:paraId="50C9A15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201C6A" w:rsidR="0085747A" w:rsidTr="00397200" w14:paraId="2CBBBCD0" w14:textId="77777777">
        <w:tc>
          <w:tcPr>
            <w:tcW w:w="1681" w:type="dxa"/>
            <w:vAlign w:val="center"/>
          </w:tcPr>
          <w:p w:rsidRPr="00201C6A" w:rsidR="0085747A" w:rsidP="009C54AE" w:rsidRDefault="0085747A" w14:paraId="623EDDF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1C6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01C6A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201C6A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201C6A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201C6A" w:rsidR="0085747A" w:rsidP="00C05F44" w:rsidRDefault="0085747A" w14:paraId="20D7483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1C6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201C6A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01C6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201C6A" w:rsidR="0085747A" w:rsidP="00C05F44" w:rsidRDefault="0085747A" w14:paraId="7DFB4CB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1C6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01C6A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201C6A" w:rsidR="00F70C25" w:rsidTr="00397200" w14:paraId="7C9791E9" w14:textId="77777777">
        <w:tc>
          <w:tcPr>
            <w:tcW w:w="1681" w:type="dxa"/>
          </w:tcPr>
          <w:p w:rsidRPr="00201C6A" w:rsidR="00F70C25" w:rsidP="00F70C25" w:rsidRDefault="00F70C25" w14:paraId="39473C6C" w14:textId="04B646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C6A">
              <w:rPr>
                <w:rFonts w:ascii="Corbel" w:hAnsi="Corbel"/>
                <w:b w:val="0"/>
              </w:rPr>
              <w:t>EK_01</w:t>
            </w:r>
          </w:p>
        </w:tc>
        <w:tc>
          <w:tcPr>
            <w:tcW w:w="5974" w:type="dxa"/>
          </w:tcPr>
          <w:p w:rsidRPr="00201C6A" w:rsidR="00F70C25" w:rsidP="00F70C25" w:rsidRDefault="00F70C25" w14:paraId="7CE5D24C" w14:textId="7AE925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C6A">
              <w:rPr>
                <w:rFonts w:ascii="Corbel" w:hAnsi="Corbel"/>
                <w:b w:val="0"/>
              </w:rPr>
              <w:t>Wyróżnia struktury społeczne istotne dla zapewnienia bezpieczeństwa socjalnego</w:t>
            </w:r>
          </w:p>
        </w:tc>
        <w:tc>
          <w:tcPr>
            <w:tcW w:w="1865" w:type="dxa"/>
          </w:tcPr>
          <w:p w:rsidRPr="00201C6A" w:rsidR="00F70C25" w:rsidP="00F70C25" w:rsidRDefault="00AC7D4E" w14:paraId="17C1B05D" w14:textId="640204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C6A">
              <w:rPr>
                <w:rFonts w:ascii="Corbel" w:hAnsi="Corbel"/>
                <w:b w:val="0"/>
              </w:rPr>
              <w:t>K_</w:t>
            </w:r>
            <w:r w:rsidRPr="00201C6A" w:rsidR="00F70C25">
              <w:rPr>
                <w:rFonts w:ascii="Corbel" w:hAnsi="Corbel"/>
                <w:b w:val="0"/>
              </w:rPr>
              <w:t>W08</w:t>
            </w:r>
          </w:p>
        </w:tc>
      </w:tr>
      <w:tr w:rsidRPr="00201C6A" w:rsidR="00F70C25" w:rsidTr="00397200" w14:paraId="2EE458E8" w14:textId="77777777">
        <w:tc>
          <w:tcPr>
            <w:tcW w:w="1681" w:type="dxa"/>
          </w:tcPr>
          <w:p w:rsidRPr="00201C6A" w:rsidR="00F70C25" w:rsidP="00F70C25" w:rsidRDefault="00F70C25" w14:paraId="5DC58557" w14:textId="342E1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C6A">
              <w:rPr>
                <w:rFonts w:ascii="Corbel" w:hAnsi="Corbel"/>
                <w:b w:val="0"/>
              </w:rPr>
              <w:t>EK_02</w:t>
            </w:r>
          </w:p>
        </w:tc>
        <w:tc>
          <w:tcPr>
            <w:tcW w:w="5974" w:type="dxa"/>
          </w:tcPr>
          <w:p w:rsidRPr="00201C6A" w:rsidR="00F70C25" w:rsidP="00F70C25" w:rsidRDefault="00F70C25" w14:paraId="7D993172" w14:textId="3C344F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C6A">
              <w:rPr>
                <w:rFonts w:ascii="Corbel" w:hAnsi="Corbel"/>
                <w:b w:val="0"/>
              </w:rPr>
              <w:t>Identyfikuje zagrożenia dla bezpieczeństwa społecznego</w:t>
            </w:r>
          </w:p>
        </w:tc>
        <w:tc>
          <w:tcPr>
            <w:tcW w:w="1865" w:type="dxa"/>
          </w:tcPr>
          <w:p w:rsidRPr="00201C6A" w:rsidR="00F70C25" w:rsidP="00F70C25" w:rsidRDefault="00AC7D4E" w14:paraId="790AD041" w14:textId="2F4D70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C6A">
              <w:rPr>
                <w:rFonts w:ascii="Corbel" w:hAnsi="Corbel"/>
                <w:b w:val="0"/>
              </w:rPr>
              <w:t>K_</w:t>
            </w:r>
            <w:r w:rsidRPr="00201C6A" w:rsidR="00F70C25">
              <w:rPr>
                <w:rFonts w:ascii="Corbel" w:hAnsi="Corbel"/>
                <w:b w:val="0"/>
              </w:rPr>
              <w:t>W09</w:t>
            </w:r>
          </w:p>
        </w:tc>
      </w:tr>
      <w:tr w:rsidRPr="00201C6A" w:rsidR="00F70C25" w:rsidTr="00397200" w14:paraId="56EFC024" w14:textId="77777777">
        <w:tc>
          <w:tcPr>
            <w:tcW w:w="1681" w:type="dxa"/>
          </w:tcPr>
          <w:p w:rsidRPr="00201C6A" w:rsidR="00F70C25" w:rsidP="00F70C25" w:rsidRDefault="00F70C25" w14:paraId="09338989" w14:textId="6F032C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C6A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974" w:type="dxa"/>
          </w:tcPr>
          <w:p w:rsidRPr="00201C6A" w:rsidR="00F70C25" w:rsidP="00F70C25" w:rsidRDefault="00F70C25" w14:paraId="19300AAA" w14:textId="00A965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C6A">
              <w:rPr>
                <w:rFonts w:ascii="Corbel" w:hAnsi="Corbel"/>
                <w:b w:val="0"/>
              </w:rPr>
              <w:t>Dostrzega znaczenie różnych form anomii społecznych i patologii społecznych dla bezpieczeństwa</w:t>
            </w:r>
          </w:p>
        </w:tc>
        <w:tc>
          <w:tcPr>
            <w:tcW w:w="1865" w:type="dxa"/>
          </w:tcPr>
          <w:p w:rsidRPr="00201C6A" w:rsidR="00F70C25" w:rsidP="00F70C25" w:rsidRDefault="00AC7D4E" w14:paraId="6315D095" w14:textId="68DBA7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C6A">
              <w:rPr>
                <w:rFonts w:ascii="Corbel" w:hAnsi="Corbel"/>
                <w:b w:val="0"/>
              </w:rPr>
              <w:t>K_</w:t>
            </w:r>
            <w:r w:rsidRPr="00201C6A" w:rsidR="00F70C25">
              <w:rPr>
                <w:rFonts w:ascii="Corbel" w:hAnsi="Corbel"/>
                <w:b w:val="0"/>
              </w:rPr>
              <w:t>U0</w:t>
            </w:r>
            <w:r w:rsidRPr="00201C6A" w:rsidR="00724198">
              <w:rPr>
                <w:rFonts w:ascii="Corbel" w:hAnsi="Corbel"/>
                <w:b w:val="0"/>
              </w:rPr>
              <w:t>6</w:t>
            </w:r>
          </w:p>
        </w:tc>
      </w:tr>
      <w:tr w:rsidRPr="00201C6A" w:rsidR="00F70C25" w:rsidTr="00397200" w14:paraId="574E1040" w14:textId="77777777">
        <w:tc>
          <w:tcPr>
            <w:tcW w:w="1681" w:type="dxa"/>
          </w:tcPr>
          <w:p w:rsidRPr="00201C6A" w:rsidR="00F70C25" w:rsidP="00F70C25" w:rsidRDefault="00F70C25" w14:paraId="5ABA92DA" w14:textId="138B697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201C6A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974" w:type="dxa"/>
          </w:tcPr>
          <w:p w:rsidRPr="00201C6A" w:rsidR="00F70C25" w:rsidP="00F70C25" w:rsidRDefault="00F70C25" w14:paraId="42A08957" w14:textId="1DCAD7F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201C6A">
              <w:rPr>
                <w:rFonts w:ascii="Corbel" w:hAnsi="Corbel"/>
                <w:b w:val="0"/>
              </w:rPr>
              <w:t>Potrafi wskazać konsekwencje działań państwa i innych instytucji dla bezpieczeństwa socjalnego</w:t>
            </w:r>
          </w:p>
        </w:tc>
        <w:tc>
          <w:tcPr>
            <w:tcW w:w="1865" w:type="dxa"/>
          </w:tcPr>
          <w:p w:rsidRPr="00201C6A" w:rsidR="00F70C25" w:rsidP="00F70C25" w:rsidRDefault="00AC7D4E" w14:paraId="23C1A7C6" w14:textId="73AC1A7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201C6A">
              <w:rPr>
                <w:rFonts w:ascii="Corbel" w:hAnsi="Corbel"/>
                <w:b w:val="0"/>
              </w:rPr>
              <w:t>K_</w:t>
            </w:r>
            <w:r w:rsidRPr="00201C6A" w:rsidR="00F70C25">
              <w:rPr>
                <w:rFonts w:ascii="Corbel" w:hAnsi="Corbel"/>
                <w:b w:val="0"/>
              </w:rPr>
              <w:t>U06</w:t>
            </w:r>
          </w:p>
        </w:tc>
      </w:tr>
      <w:tr w:rsidRPr="00201C6A" w:rsidR="00F70C25" w:rsidTr="00397200" w14:paraId="7F51A8E0" w14:textId="77777777">
        <w:tc>
          <w:tcPr>
            <w:tcW w:w="1681" w:type="dxa"/>
          </w:tcPr>
          <w:p w:rsidRPr="00201C6A" w:rsidR="00F70C25" w:rsidP="00F70C25" w:rsidRDefault="00F70C25" w14:paraId="419A39D4" w14:textId="4BC29F1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201C6A">
              <w:rPr>
                <w:rFonts w:ascii="Corbel" w:hAnsi="Corbel"/>
                <w:b w:val="0"/>
              </w:rPr>
              <w:t>EK_05</w:t>
            </w:r>
          </w:p>
        </w:tc>
        <w:tc>
          <w:tcPr>
            <w:tcW w:w="5974" w:type="dxa"/>
          </w:tcPr>
          <w:p w:rsidRPr="00201C6A" w:rsidR="00F70C25" w:rsidP="00F70C25" w:rsidRDefault="00F70C25" w14:paraId="54A96443" w14:textId="1D47B84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201C6A">
              <w:rPr>
                <w:rFonts w:ascii="Corbel" w:hAnsi="Corbel"/>
                <w:b w:val="0"/>
                <w:color w:val="000000"/>
              </w:rPr>
              <w:t>Jest przygotowany do aktywnego działania na rzecz bezpieczeństwa socjalnego na poziomie lokalnym</w:t>
            </w:r>
          </w:p>
        </w:tc>
        <w:tc>
          <w:tcPr>
            <w:tcW w:w="1865" w:type="dxa"/>
          </w:tcPr>
          <w:p w:rsidRPr="00201C6A" w:rsidR="00F70C25" w:rsidP="00F70C25" w:rsidRDefault="00AC7D4E" w14:paraId="01784DEA" w14:textId="74383BC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201C6A">
              <w:rPr>
                <w:rFonts w:ascii="Corbel" w:hAnsi="Corbel"/>
                <w:b w:val="0"/>
              </w:rPr>
              <w:t>K_</w:t>
            </w:r>
            <w:r w:rsidRPr="00201C6A" w:rsidR="00F70C25">
              <w:rPr>
                <w:rFonts w:ascii="Corbel" w:hAnsi="Corbel"/>
                <w:b w:val="0"/>
              </w:rPr>
              <w:t>K01</w:t>
            </w:r>
            <w:r w:rsidRPr="00201C6A" w:rsidR="003035F2">
              <w:rPr>
                <w:rFonts w:ascii="Corbel" w:hAnsi="Corbel"/>
                <w:b w:val="0"/>
              </w:rPr>
              <w:t>, K_U0</w:t>
            </w:r>
            <w:r w:rsidRPr="00201C6A" w:rsidR="00FB4D68">
              <w:rPr>
                <w:rFonts w:ascii="Corbel" w:hAnsi="Corbel"/>
                <w:b w:val="0"/>
              </w:rPr>
              <w:t>4</w:t>
            </w:r>
          </w:p>
        </w:tc>
      </w:tr>
      <w:tr w:rsidRPr="00201C6A" w:rsidR="00F70C25" w:rsidTr="00397200" w14:paraId="29344AEB" w14:textId="77777777">
        <w:tc>
          <w:tcPr>
            <w:tcW w:w="1681" w:type="dxa"/>
          </w:tcPr>
          <w:p w:rsidRPr="00201C6A" w:rsidR="00F70C25" w:rsidP="00F70C25" w:rsidRDefault="00F70C25" w14:paraId="1BBE8455" w14:textId="562AEF3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201C6A">
              <w:rPr>
                <w:rFonts w:ascii="Corbel" w:hAnsi="Corbel"/>
                <w:b w:val="0"/>
              </w:rPr>
              <w:t>EK_06</w:t>
            </w:r>
          </w:p>
        </w:tc>
        <w:tc>
          <w:tcPr>
            <w:tcW w:w="5974" w:type="dxa"/>
          </w:tcPr>
          <w:p w:rsidRPr="00201C6A" w:rsidR="00F70C25" w:rsidP="00F70C25" w:rsidRDefault="00F70C25" w14:paraId="76E77270" w14:textId="4828D725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</w:rPr>
            </w:pPr>
            <w:r w:rsidRPr="00201C6A">
              <w:rPr>
                <w:rFonts w:ascii="Corbel" w:hAnsi="Corbel"/>
                <w:b w:val="0"/>
                <w:color w:val="000000"/>
              </w:rPr>
              <w:t>Współpracuje w grupie przy wykonywaniu zadanych prac</w:t>
            </w:r>
          </w:p>
        </w:tc>
        <w:tc>
          <w:tcPr>
            <w:tcW w:w="1865" w:type="dxa"/>
          </w:tcPr>
          <w:p w:rsidRPr="00201C6A" w:rsidR="00F70C25" w:rsidP="00F70C25" w:rsidRDefault="00AC7D4E" w14:paraId="281E306B" w14:textId="0CCC9BD9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201C6A">
              <w:rPr>
                <w:rFonts w:ascii="Corbel" w:hAnsi="Corbel"/>
                <w:b w:val="0"/>
              </w:rPr>
              <w:t>K_</w:t>
            </w:r>
            <w:r w:rsidRPr="00201C6A" w:rsidR="00F70C25">
              <w:rPr>
                <w:rFonts w:ascii="Corbel" w:hAnsi="Corbel"/>
                <w:b w:val="0"/>
              </w:rPr>
              <w:t>K08</w:t>
            </w:r>
          </w:p>
        </w:tc>
      </w:tr>
    </w:tbl>
    <w:p w:rsidRPr="00201C6A" w:rsidR="0085747A" w:rsidP="009C54AE" w:rsidRDefault="0085747A" w14:paraId="46AB010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2952CB6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6852C752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4AB593DE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36C7D9F2" w14:textId="77777777">
        <w:tc>
          <w:tcPr>
            <w:tcW w:w="9639" w:type="dxa"/>
          </w:tcPr>
          <w:p w:rsidRPr="009C54AE" w:rsidR="0085747A" w:rsidP="009C54AE" w:rsidRDefault="0085747A" w14:paraId="32F687E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38D88588" w14:textId="77777777">
        <w:tc>
          <w:tcPr>
            <w:tcW w:w="9639" w:type="dxa"/>
          </w:tcPr>
          <w:p w:rsidRPr="009C54AE" w:rsidR="0085747A" w:rsidP="009C54AE" w:rsidRDefault="0085747A" w14:paraId="2C00E18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85747A" w:rsidTr="00923D7D" w14:paraId="1A5BB2BC" w14:textId="77777777">
        <w:tc>
          <w:tcPr>
            <w:tcW w:w="9639" w:type="dxa"/>
          </w:tcPr>
          <w:p w:rsidRPr="009C54AE" w:rsidR="0085747A" w:rsidP="009C54AE" w:rsidRDefault="0085747A" w14:paraId="6587808E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85747A" w:rsidTr="00923D7D" w14:paraId="40D05133" w14:textId="77777777">
        <w:tc>
          <w:tcPr>
            <w:tcW w:w="9639" w:type="dxa"/>
          </w:tcPr>
          <w:p w:rsidRPr="009C54AE" w:rsidR="0085747A" w:rsidP="009C54AE" w:rsidRDefault="0085747A" w14:paraId="4AE4A66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12C7E99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A5849ED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4818D24D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B19A906" w14:paraId="30EA1796" w14:textId="77777777">
        <w:tc>
          <w:tcPr>
            <w:tcW w:w="9520" w:type="dxa"/>
          </w:tcPr>
          <w:p w:rsidRPr="009C54AE" w:rsidR="0085747A" w:rsidP="009C54AE" w:rsidRDefault="0085747A" w14:paraId="7B48BF91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B19A906" w:rsidTr="0B19A906" w14:paraId="4F6898D8" w14:textId="77777777">
        <w:tc>
          <w:tcPr>
            <w:tcW w:w="9520" w:type="dxa"/>
          </w:tcPr>
          <w:p w:rsidR="04DEEF0D" w:rsidP="0B19A906" w:rsidRDefault="04DEEF0D" w14:paraId="663B4EEE" w14:textId="5E946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Podstawowa terminologia dotycząca bezpieczeństwa socjalnego</w:t>
            </w:r>
          </w:p>
        </w:tc>
      </w:tr>
      <w:tr w:rsidR="0B19A906" w:rsidTr="0B19A906" w14:paraId="2F7E83F5" w14:textId="77777777">
        <w:tc>
          <w:tcPr>
            <w:tcW w:w="9520" w:type="dxa"/>
          </w:tcPr>
          <w:p w:rsidR="04DEEF0D" w:rsidP="0B19A906" w:rsidRDefault="04DEEF0D" w14:paraId="77C00752" w14:textId="7FF5C5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Teorie bezpieczeństwa społecznego</w:t>
            </w:r>
          </w:p>
        </w:tc>
      </w:tr>
      <w:tr w:rsidR="0B19A906" w:rsidTr="0B19A906" w14:paraId="11817B11" w14:textId="77777777">
        <w:tc>
          <w:tcPr>
            <w:tcW w:w="9520" w:type="dxa"/>
          </w:tcPr>
          <w:p w:rsidR="04DEEF0D" w:rsidP="0B19A906" w:rsidRDefault="04DEEF0D" w14:paraId="30700128" w14:textId="0A4F1A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Wymiary bezpieczeństwa społecznego</w:t>
            </w:r>
          </w:p>
        </w:tc>
      </w:tr>
      <w:tr w:rsidR="0B19A906" w:rsidTr="0B19A906" w14:paraId="4AAE3E0A" w14:textId="77777777">
        <w:tc>
          <w:tcPr>
            <w:tcW w:w="9520" w:type="dxa"/>
          </w:tcPr>
          <w:p w:rsidR="04DEEF0D" w:rsidP="0B19A906" w:rsidRDefault="04DEEF0D" w14:paraId="17543DF5" w14:textId="43E38A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Życie społeczne a bezpieczeństwo socjalne</w:t>
            </w:r>
          </w:p>
        </w:tc>
      </w:tr>
      <w:tr w:rsidR="0B19A906" w:rsidTr="0B19A906" w14:paraId="3D24006E" w14:textId="77777777">
        <w:tc>
          <w:tcPr>
            <w:tcW w:w="9520" w:type="dxa"/>
          </w:tcPr>
          <w:p w:rsidR="04DEEF0D" w:rsidP="0B19A906" w:rsidRDefault="04DEEF0D" w14:paraId="130471CC" w14:textId="611EED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Problemy społeczne i ich wpływ na bezpieczeństwo socjalne</w:t>
            </w:r>
          </w:p>
        </w:tc>
      </w:tr>
      <w:tr w:rsidR="0B19A906" w:rsidTr="0B19A906" w14:paraId="5C0582BC" w14:textId="77777777">
        <w:tc>
          <w:tcPr>
            <w:tcW w:w="9520" w:type="dxa"/>
          </w:tcPr>
          <w:p w:rsidR="04DEEF0D" w:rsidP="0B19A906" w:rsidRDefault="04DEEF0D" w14:paraId="3822EA84" w14:textId="51A46E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Anomia społeczna, wykluczenie społeczne</w:t>
            </w:r>
          </w:p>
        </w:tc>
      </w:tr>
      <w:tr w:rsidR="0B19A906" w:rsidTr="0B19A906" w14:paraId="212D4F54" w14:textId="77777777">
        <w:trPr>
          <w:trHeight w:val="300"/>
        </w:trPr>
        <w:tc>
          <w:tcPr>
            <w:tcW w:w="9520" w:type="dxa"/>
          </w:tcPr>
          <w:p w:rsidR="04DEEF0D" w:rsidP="0B19A906" w:rsidRDefault="04DEEF0D" w14:paraId="5A6E49B0" w14:textId="63DEC4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Modele polityki społecznej państwa</w:t>
            </w:r>
          </w:p>
        </w:tc>
      </w:tr>
      <w:tr w:rsidR="0B19A906" w:rsidTr="0B19A906" w14:paraId="4DD321BA" w14:textId="77777777">
        <w:tc>
          <w:tcPr>
            <w:tcW w:w="9520" w:type="dxa"/>
          </w:tcPr>
          <w:p w:rsidR="04DEEF0D" w:rsidP="0B19A906" w:rsidRDefault="04DEEF0D" w14:paraId="000A0D53" w14:textId="033AAF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Szczegółowe polityki państwa w zakresie bezpieczeństwa socjalnego, zakres i działania</w:t>
            </w:r>
          </w:p>
        </w:tc>
      </w:tr>
      <w:tr w:rsidR="0B19A906" w:rsidTr="0B19A906" w14:paraId="009D45BD" w14:textId="77777777">
        <w:tc>
          <w:tcPr>
            <w:tcW w:w="9520" w:type="dxa"/>
          </w:tcPr>
          <w:p w:rsidR="04DEEF0D" w:rsidP="0B19A906" w:rsidRDefault="04DEEF0D" w14:paraId="07D7BD62" w14:textId="66164A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Znaczenie samorządów dla bezpieczeństwa socjalnego</w:t>
            </w:r>
          </w:p>
        </w:tc>
      </w:tr>
      <w:tr w:rsidR="0B19A906" w:rsidTr="0B19A906" w14:paraId="45B9917C" w14:textId="77777777">
        <w:tc>
          <w:tcPr>
            <w:tcW w:w="9520" w:type="dxa"/>
          </w:tcPr>
          <w:p w:rsidR="04DEEF0D" w:rsidP="0B19A906" w:rsidRDefault="04DEEF0D" w14:paraId="72481CFE" w14:textId="7EAD78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Działania pozapaństwowych podmiotów w zakresie bezpieczeństwa społecznego</w:t>
            </w:r>
          </w:p>
        </w:tc>
      </w:tr>
      <w:tr w:rsidR="0B19A906" w:rsidTr="0B19A906" w14:paraId="61DE1751" w14:textId="77777777">
        <w:tc>
          <w:tcPr>
            <w:tcW w:w="9520" w:type="dxa"/>
          </w:tcPr>
          <w:p w:rsidR="04DEEF0D" w:rsidP="0B19A906" w:rsidRDefault="04DEEF0D" w14:paraId="2B5A9EFB" w14:textId="6BF435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lastRenderedPageBreak/>
              <w:t>Zmiany demograficzne a bezpieczeństwo społeczne</w:t>
            </w:r>
          </w:p>
        </w:tc>
      </w:tr>
      <w:tr w:rsidR="0B19A906" w:rsidTr="0B19A906" w14:paraId="3B2096C1" w14:textId="77777777">
        <w:tc>
          <w:tcPr>
            <w:tcW w:w="9520" w:type="dxa"/>
          </w:tcPr>
          <w:p w:rsidR="04DEEF0D" w:rsidP="0B19A906" w:rsidRDefault="04DEEF0D" w14:paraId="64BEE011" w14:textId="17E8A9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Migracje a bezpieczeństwo społeczne</w:t>
            </w:r>
          </w:p>
        </w:tc>
      </w:tr>
    </w:tbl>
    <w:p w:rsidRPr="009C54AE" w:rsidR="0085747A" w:rsidP="009C54AE" w:rsidRDefault="0085747A" w14:paraId="6FCD127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201C6A" w:rsidRDefault="009F4610" w14:paraId="30D55167" w14:textId="6B234C1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153C41" w:rsidR="0085747A" w:rsidP="009C54AE" w:rsidRDefault="00BF2C41" w14:paraId="6661E41F" w14:textId="73E31ED8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Pr="009C54AE" w:rsidR="00F70C25" w:rsidP="00F70C25" w:rsidRDefault="00F70C25" w14:paraId="35319E6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tekstów z dyskusją, praca w grupach, przygotowanie prac pisemnych i prezentacji, dyskusja nad „</w:t>
      </w:r>
      <w:proofErr w:type="spellStart"/>
      <w:r>
        <w:rPr>
          <w:rFonts w:ascii="Corbel" w:hAnsi="Corbel"/>
          <w:b w:val="0"/>
          <w:smallCaps w:val="0"/>
          <w:szCs w:val="24"/>
        </w:rPr>
        <w:t>case</w:t>
      </w:r>
      <w:proofErr w:type="spellEnd"/>
      <w:r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>
        <w:rPr>
          <w:rFonts w:ascii="Corbel" w:hAnsi="Corbel"/>
          <w:b w:val="0"/>
          <w:smallCaps w:val="0"/>
          <w:szCs w:val="24"/>
        </w:rPr>
        <w:t>study</w:t>
      </w:r>
      <w:proofErr w:type="spellEnd"/>
      <w:r>
        <w:rPr>
          <w:rFonts w:ascii="Corbel" w:hAnsi="Corbel"/>
          <w:b w:val="0"/>
          <w:smallCaps w:val="0"/>
          <w:szCs w:val="24"/>
        </w:rPr>
        <w:t>”</w:t>
      </w:r>
    </w:p>
    <w:p w:rsidRPr="009C54AE" w:rsidR="0085747A" w:rsidP="009C54AE" w:rsidRDefault="0085747A" w14:paraId="547961F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P="009C54AE" w:rsidRDefault="00E960BB" w14:paraId="68772FF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3F78BB8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5BFE45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7DA8C34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4E59B3B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397200" w14:paraId="53E2ECA6" w14:textId="77777777">
        <w:tc>
          <w:tcPr>
            <w:tcW w:w="1962" w:type="dxa"/>
            <w:vAlign w:val="center"/>
          </w:tcPr>
          <w:p w:rsidRPr="009C54AE" w:rsidR="0085747A" w:rsidP="009C54AE" w:rsidRDefault="0071620A" w14:paraId="62517E9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6B71C59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06B5F2D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0D31285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31E5B1C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397200" w:rsidTr="00397200" w14:paraId="123B8EB2" w14:textId="77777777">
        <w:tc>
          <w:tcPr>
            <w:tcW w:w="1962" w:type="dxa"/>
          </w:tcPr>
          <w:p w:rsidRPr="009C54AE" w:rsidR="00397200" w:rsidP="00397200" w:rsidRDefault="00397200" w14:paraId="439D7AB7" w14:textId="78D43C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Pr="009C54AE" w:rsidR="00397200" w:rsidP="00397200" w:rsidRDefault="00397200" w14:paraId="0B79933A" w14:textId="011BB36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praca, prezentacja, udział w dyskusjach</w:t>
            </w:r>
          </w:p>
        </w:tc>
        <w:tc>
          <w:tcPr>
            <w:tcW w:w="2117" w:type="dxa"/>
          </w:tcPr>
          <w:p w:rsidRPr="009C54AE" w:rsidR="00397200" w:rsidP="00397200" w:rsidRDefault="00397200" w14:paraId="5211DC41" w14:textId="1EBED3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Pr="009C54AE" w:rsidR="00397200" w:rsidTr="00397200" w14:paraId="5F8C7DC0" w14:textId="77777777">
        <w:tc>
          <w:tcPr>
            <w:tcW w:w="1962" w:type="dxa"/>
          </w:tcPr>
          <w:p w:rsidRPr="009C54AE" w:rsidR="00397200" w:rsidP="00397200" w:rsidRDefault="00397200" w14:paraId="11DDF76B" w14:textId="1E8B5F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9C54AE" w:rsidR="00397200" w:rsidP="00397200" w:rsidRDefault="00397200" w14:paraId="0B69728E" w14:textId="63CB3B7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praca, prezentacja, udział w dyskusjach</w:t>
            </w:r>
          </w:p>
        </w:tc>
        <w:tc>
          <w:tcPr>
            <w:tcW w:w="2117" w:type="dxa"/>
          </w:tcPr>
          <w:p w:rsidRPr="009C54AE" w:rsidR="00397200" w:rsidP="00397200" w:rsidRDefault="00397200" w14:paraId="675C6B47" w14:textId="06B571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Pr="009C54AE" w:rsidR="00397200" w:rsidTr="00397200" w14:paraId="54BE7DFD" w14:textId="77777777">
        <w:tc>
          <w:tcPr>
            <w:tcW w:w="1962" w:type="dxa"/>
          </w:tcPr>
          <w:p w:rsidRPr="009C54AE" w:rsidR="00397200" w:rsidP="00397200" w:rsidRDefault="00397200" w14:paraId="2550444B" w14:textId="2AF43D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397200" w:rsidP="00397200" w:rsidRDefault="00397200" w14:paraId="1358C924" w14:textId="76F216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praca, prezentacja</w:t>
            </w:r>
          </w:p>
        </w:tc>
        <w:tc>
          <w:tcPr>
            <w:tcW w:w="2117" w:type="dxa"/>
          </w:tcPr>
          <w:p w:rsidR="00397200" w:rsidP="00397200" w:rsidRDefault="00397200" w14:paraId="50292007" w14:textId="404554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Pr="009C54AE" w:rsidR="00397200" w:rsidTr="00397200" w14:paraId="2A107E58" w14:textId="77777777">
        <w:tc>
          <w:tcPr>
            <w:tcW w:w="1962" w:type="dxa"/>
          </w:tcPr>
          <w:p w:rsidR="00397200" w:rsidP="00397200" w:rsidRDefault="00397200" w14:paraId="252DCA0F" w14:textId="55CBD1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397200" w:rsidP="00397200" w:rsidRDefault="00397200" w14:paraId="68AD6EB3" w14:textId="074366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praca, prezentacja, udział w dyskusjach</w:t>
            </w:r>
          </w:p>
        </w:tc>
        <w:tc>
          <w:tcPr>
            <w:tcW w:w="2117" w:type="dxa"/>
          </w:tcPr>
          <w:p w:rsidR="00397200" w:rsidP="00397200" w:rsidRDefault="00397200" w14:paraId="607CAD48" w14:textId="3FB188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Pr="009C54AE" w:rsidR="00397200" w:rsidTr="00397200" w14:paraId="629DBDC8" w14:textId="77777777">
        <w:tc>
          <w:tcPr>
            <w:tcW w:w="1962" w:type="dxa"/>
          </w:tcPr>
          <w:p w:rsidR="00397200" w:rsidP="00397200" w:rsidRDefault="00397200" w14:paraId="017747F2" w14:textId="588685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397200" w:rsidP="00397200" w:rsidRDefault="00397200" w14:paraId="580FB14E" w14:textId="3BC377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praca, prezentacja, udział w dyskusjach</w:t>
            </w:r>
          </w:p>
        </w:tc>
        <w:tc>
          <w:tcPr>
            <w:tcW w:w="2117" w:type="dxa"/>
          </w:tcPr>
          <w:p w:rsidR="00397200" w:rsidP="00397200" w:rsidRDefault="00397200" w14:paraId="6D11E57C" w14:textId="54C187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Pr="009C54AE" w:rsidR="00E32496" w:rsidTr="00397200" w14:paraId="50D9CF79" w14:textId="77777777">
        <w:tc>
          <w:tcPr>
            <w:tcW w:w="1962" w:type="dxa"/>
          </w:tcPr>
          <w:p w:rsidR="00E32496" w:rsidP="00E32496" w:rsidRDefault="00E32496" w14:paraId="1F00EB47" w14:textId="2B9A8F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E32496" w:rsidP="00E32496" w:rsidRDefault="00E32496" w14:paraId="014ED631" w14:textId="0F29F8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praca, prezentacja, udział w dyskusjach</w:t>
            </w:r>
          </w:p>
        </w:tc>
        <w:tc>
          <w:tcPr>
            <w:tcW w:w="2117" w:type="dxa"/>
          </w:tcPr>
          <w:p w:rsidR="00E32496" w:rsidP="00E32496" w:rsidRDefault="00E32496" w14:paraId="487BCFA5" w14:textId="583863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</w:tbl>
    <w:p w:rsidRPr="009C54AE" w:rsidR="00923D7D" w:rsidP="009C54AE" w:rsidRDefault="00923D7D" w14:paraId="2BC10B5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27DDB5B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7F92146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267ED7" w:rsidTr="00267ED7" w14:paraId="4B60BE99" w14:textId="77777777">
        <w:tc>
          <w:tcPr>
            <w:tcW w:w="9520" w:type="dxa"/>
          </w:tcPr>
          <w:p w:rsidRPr="009C54AE" w:rsidR="00267ED7" w:rsidP="00E54C10" w:rsidRDefault="00267ED7" w14:paraId="185A43A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Podstawą zaliczenia przedmiotu jest przygotowanie pracy i wygłoszenie prezentacji na temat wybranego zagadnienia z zakresu bezpieczeństwa socjalnego. Dodatkowym elementem oceny będzie aktywność w trakcie zajęć</w:t>
            </w:r>
          </w:p>
          <w:p w:rsidRPr="009C54AE" w:rsidR="00267ED7" w:rsidP="00E54C10" w:rsidRDefault="00267ED7" w14:paraId="6064D36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597CC92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233DA148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0E60FEE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1B6E32FE" w14:paraId="49648C52" w14:textId="77777777">
        <w:tc>
          <w:tcPr>
            <w:tcW w:w="4902" w:type="dxa"/>
            <w:tcMar/>
            <w:vAlign w:val="center"/>
          </w:tcPr>
          <w:p w:rsidRPr="009C54AE" w:rsidR="0085747A" w:rsidP="009C54AE" w:rsidRDefault="00C61DC5" w14:paraId="3A1FC32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tcMar/>
            <w:vAlign w:val="center"/>
          </w:tcPr>
          <w:p w:rsidRPr="009C54AE" w:rsidR="0085747A" w:rsidP="009C54AE" w:rsidRDefault="00C61DC5" w14:paraId="6F8E83D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397200" w:rsidTr="1B6E32FE" w14:paraId="02FE54C4" w14:textId="77777777">
        <w:tc>
          <w:tcPr>
            <w:tcW w:w="4902" w:type="dxa"/>
            <w:tcMar/>
          </w:tcPr>
          <w:p w:rsidRPr="009C54AE" w:rsidR="00397200" w:rsidP="00397200" w:rsidRDefault="00397200" w14:paraId="31680F1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tcMar/>
          </w:tcPr>
          <w:p w:rsidRPr="009C54AE" w:rsidR="00397200" w:rsidP="1B6E32FE" w:rsidRDefault="00397200" w14:paraId="0016BA86" w14:textId="26013769" w14:noSpellErr="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B6E32FE" w:rsidR="00397200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397200" w:rsidTr="1B6E32FE" w14:paraId="25AB5923" w14:textId="77777777">
        <w:tc>
          <w:tcPr>
            <w:tcW w:w="4902" w:type="dxa"/>
            <w:tcMar/>
          </w:tcPr>
          <w:p w:rsidRPr="009C54AE" w:rsidR="00397200" w:rsidP="00397200" w:rsidRDefault="00397200" w14:paraId="72068B8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397200" w:rsidP="00397200" w:rsidRDefault="00397200" w14:paraId="002323D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Mar/>
          </w:tcPr>
          <w:p w:rsidRPr="009C54AE" w:rsidR="00397200" w:rsidP="1B6E32FE" w:rsidRDefault="00700BD5" w14:paraId="5F219058" w14:textId="679AF1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B6E32FE" w:rsidR="00700BD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397200" w:rsidTr="1B6E32FE" w14:paraId="194F7E4F" w14:textId="77777777">
        <w:tc>
          <w:tcPr>
            <w:tcW w:w="4902" w:type="dxa"/>
            <w:tcMar/>
          </w:tcPr>
          <w:p w:rsidRPr="009C54AE" w:rsidR="00397200" w:rsidP="00397200" w:rsidRDefault="00397200" w14:paraId="39875B6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397200" w:rsidP="00397200" w:rsidRDefault="00397200" w14:paraId="18CB118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Mar/>
          </w:tcPr>
          <w:p w:rsidRPr="009C54AE" w:rsidR="00397200" w:rsidP="1B6E32FE" w:rsidRDefault="00700BD5" w14:paraId="416D4DD3" w14:textId="333F6381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1B6E32FE" w:rsidR="1E86D45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397200" w:rsidTr="1B6E32FE" w14:paraId="0C3875BD" w14:textId="77777777">
        <w:tc>
          <w:tcPr>
            <w:tcW w:w="4902" w:type="dxa"/>
            <w:tcMar/>
          </w:tcPr>
          <w:p w:rsidRPr="009C54AE" w:rsidR="00397200" w:rsidP="00397200" w:rsidRDefault="00397200" w14:paraId="19AD4A5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Mar/>
          </w:tcPr>
          <w:p w:rsidRPr="009C54AE" w:rsidR="00397200" w:rsidP="1B6E32FE" w:rsidRDefault="00B70EF6" w14:paraId="28096A1C" w14:textId="5FD35F0B" w14:noSpellErr="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B6E32FE" w:rsidR="00B70EF6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397200" w:rsidTr="1B6E32FE" w14:paraId="461DD80A" w14:textId="77777777">
        <w:tc>
          <w:tcPr>
            <w:tcW w:w="4902" w:type="dxa"/>
            <w:tcMar/>
          </w:tcPr>
          <w:p w:rsidRPr="009C54AE" w:rsidR="00397200" w:rsidP="00397200" w:rsidRDefault="00397200" w14:paraId="6D0984A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Mar/>
          </w:tcPr>
          <w:p w:rsidRPr="009C54AE" w:rsidR="00397200" w:rsidP="1B6E32FE" w:rsidRDefault="00397200" w14:paraId="21333FA8" w14:textId="777578A1" w14:noSpellErr="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B6E32FE" w:rsidR="0039720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01F5C078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4BE55DF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395374B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51B0D3F0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28019840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07BF810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85747A" w14:paraId="58C566B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0071620A" w14:paraId="71749441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603AA41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85747A" w14:paraId="44B511B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3E1941" w:rsidP="009C54AE" w:rsidRDefault="003E1941" w14:paraId="2068837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64883DD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59B8C06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56"/>
      </w:tblGrid>
      <w:tr w:rsidRPr="009C54AE" w:rsidR="0085747A" w:rsidTr="0B19A906" w14:paraId="71A033A5" w14:textId="77777777">
        <w:trPr>
          <w:trHeight w:val="397"/>
        </w:trPr>
        <w:tc>
          <w:tcPr>
            <w:tcW w:w="9356" w:type="dxa"/>
          </w:tcPr>
          <w:p w:rsidR="00397200" w:rsidP="00397200" w:rsidRDefault="0085747A" w14:paraId="2B7A783C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Pr="008C1FC4" w:rsidR="003972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Pr="00865851" w:rsidR="00E54C10" w:rsidP="0B19A906" w:rsidRDefault="627C5FEE" w14:paraId="471F17CB" w14:textId="7304BC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>Gierszewski</w:t>
            </w:r>
            <w:r w:rsidRPr="0B19A906" w:rsidR="0B14DEE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H.</w:t>
            </w: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Pr="0B19A906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Organizacja systemu bezpieczeństwa społecznego</w:t>
            </w: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2013.</w:t>
            </w:r>
          </w:p>
          <w:p w:rsidRPr="009C54AE" w:rsidR="0085747A" w:rsidP="0B19A906" w:rsidRDefault="627C5FEE" w14:paraId="1FBB5B09" w14:textId="65B68A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>Leszczyński</w:t>
            </w:r>
            <w:r w:rsidRPr="0B19A906" w:rsidR="4579CC0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</w:t>
            </w: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Pr="0B19A906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Bezpieczeństwo społeczne Polaków wobec wyzwań XXI wieku</w:t>
            </w: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2011.</w:t>
            </w:r>
          </w:p>
        </w:tc>
      </w:tr>
      <w:tr w:rsidRPr="009C54AE" w:rsidR="0085747A" w:rsidTr="0B19A906" w14:paraId="19454C0A" w14:textId="77777777">
        <w:trPr>
          <w:trHeight w:val="397"/>
        </w:trPr>
        <w:tc>
          <w:tcPr>
            <w:tcW w:w="9356" w:type="dxa"/>
          </w:tcPr>
          <w:p w:rsidR="0085747A" w:rsidP="009C54AE" w:rsidRDefault="0085747A" w14:paraId="432C4F8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B19A906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:rsidR="55895740" w:rsidP="0B19A906" w:rsidRDefault="55895740" w14:paraId="346F33AF" w14:textId="4F621370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 w:themeColor="text1"/>
                <w:szCs w:val="24"/>
              </w:rPr>
            </w:pPr>
            <w:r w:rsidRPr="0B19A906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Bezpieczeństwo społeczne. Pojęcia, uwarunkowania, wyzwania,</w:t>
            </w: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red. A. </w:t>
            </w:r>
            <w:proofErr w:type="spellStart"/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>Skrabacz</w:t>
            </w:r>
            <w:proofErr w:type="spellEnd"/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>, S. Sulowski, Warszawa 2012.</w:t>
            </w:r>
          </w:p>
          <w:p w:rsidR="00E54C10" w:rsidP="0B19A906" w:rsidRDefault="627C5FEE" w14:paraId="150EF4F5" w14:textId="77115D8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>Gierszewski</w:t>
            </w:r>
            <w:r w:rsidRPr="0B19A906" w:rsidR="102FFA5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H.</w:t>
            </w: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Pr="0B19A906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Bezpieczeństwo społeczne. Studium z zakresu teorii bezpieczeństwa narodowego, </w:t>
            </w: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>Warszawa 2013</w:t>
            </w:r>
          </w:p>
          <w:p w:rsidR="00E54C10" w:rsidP="0B19A906" w:rsidRDefault="627C5FEE" w14:paraId="79D81645" w14:textId="1E9E04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>Majer</w:t>
            </w:r>
            <w:r w:rsidRPr="0B19A906" w:rsidR="505101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P.</w:t>
            </w: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>,  Urbanek</w:t>
            </w:r>
            <w:r w:rsidRPr="0B19A906" w:rsidR="0AE58C75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A.</w:t>
            </w:r>
            <w:r w:rsidRPr="0B19A906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, Bezpieczeństwo społeczne. Ewolucja, instytucje, zagrożenia,</w:t>
            </w: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Warszawa 2007</w:t>
            </w:r>
            <w:r w:rsidRPr="0B19A906" w:rsidR="4E442249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:rsidRPr="009C54AE" w:rsidR="00397200" w:rsidP="0B19A906" w:rsidRDefault="627C5FEE" w14:paraId="29EA36CE" w14:textId="0D1586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</w:tc>
      </w:tr>
    </w:tbl>
    <w:p w:rsidRPr="009C54AE" w:rsidR="0085747A" w:rsidP="009C54AE" w:rsidRDefault="0085747A" w14:paraId="1282CEE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3F47973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8819830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60A0" w:rsidP="00C16ABF" w:rsidRDefault="00D860A0" w14:paraId="1E3AC65B" w14:textId="77777777">
      <w:pPr>
        <w:spacing w:after="0" w:line="240" w:lineRule="auto"/>
      </w:pPr>
      <w:r>
        <w:separator/>
      </w:r>
    </w:p>
  </w:endnote>
  <w:endnote w:type="continuationSeparator" w:id="0">
    <w:p w:rsidR="00D860A0" w:rsidP="00C16ABF" w:rsidRDefault="00D860A0" w14:paraId="3714CA1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60A0" w:rsidP="00C16ABF" w:rsidRDefault="00D860A0" w14:paraId="14581A45" w14:textId="77777777">
      <w:pPr>
        <w:spacing w:after="0" w:line="240" w:lineRule="auto"/>
      </w:pPr>
      <w:r>
        <w:separator/>
      </w:r>
    </w:p>
  </w:footnote>
  <w:footnote w:type="continuationSeparator" w:id="0">
    <w:p w:rsidR="00D860A0" w:rsidP="00C16ABF" w:rsidRDefault="00D860A0" w14:paraId="47B119CC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E664D44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proofState w:spelling="clean" w:grammar="dirty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7605"/>
    <w:rsid w:val="00042A51"/>
    <w:rsid w:val="00042D2E"/>
    <w:rsid w:val="00044C82"/>
    <w:rsid w:val="00060A8C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1C6A"/>
    <w:rsid w:val="002144C0"/>
    <w:rsid w:val="0022477D"/>
    <w:rsid w:val="002278A9"/>
    <w:rsid w:val="002336F9"/>
    <w:rsid w:val="0024028F"/>
    <w:rsid w:val="00244ABC"/>
    <w:rsid w:val="00267ED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5F2"/>
    <w:rsid w:val="0030395F"/>
    <w:rsid w:val="00305C92"/>
    <w:rsid w:val="003151C5"/>
    <w:rsid w:val="00317BB9"/>
    <w:rsid w:val="003343CF"/>
    <w:rsid w:val="00346FE9"/>
    <w:rsid w:val="0034759A"/>
    <w:rsid w:val="003503F6"/>
    <w:rsid w:val="003530DD"/>
    <w:rsid w:val="00363F78"/>
    <w:rsid w:val="00397200"/>
    <w:rsid w:val="003A0A5B"/>
    <w:rsid w:val="003A1176"/>
    <w:rsid w:val="003C0BAE"/>
    <w:rsid w:val="003D18A9"/>
    <w:rsid w:val="003D6CE2"/>
    <w:rsid w:val="003E12BE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FC1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0FFC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08AF"/>
    <w:rsid w:val="006E5D65"/>
    <w:rsid w:val="006F1282"/>
    <w:rsid w:val="006F1FBC"/>
    <w:rsid w:val="006F31E2"/>
    <w:rsid w:val="00700BD5"/>
    <w:rsid w:val="00706544"/>
    <w:rsid w:val="007072BA"/>
    <w:rsid w:val="007137DF"/>
    <w:rsid w:val="0071620A"/>
    <w:rsid w:val="00724198"/>
    <w:rsid w:val="00724677"/>
    <w:rsid w:val="00724BFE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126B"/>
    <w:rsid w:val="008A45F7"/>
    <w:rsid w:val="008B588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92C"/>
    <w:rsid w:val="00A84C85"/>
    <w:rsid w:val="00A97DE1"/>
    <w:rsid w:val="00AB053C"/>
    <w:rsid w:val="00AC7D4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0EF6"/>
    <w:rsid w:val="00B75946"/>
    <w:rsid w:val="00B8056E"/>
    <w:rsid w:val="00B819C8"/>
    <w:rsid w:val="00B82308"/>
    <w:rsid w:val="00B90885"/>
    <w:rsid w:val="00BA0373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0B5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0A0"/>
    <w:rsid w:val="00D8678B"/>
    <w:rsid w:val="00DA2114"/>
    <w:rsid w:val="00DD79A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2496"/>
    <w:rsid w:val="00E51E44"/>
    <w:rsid w:val="00E54C10"/>
    <w:rsid w:val="00E63348"/>
    <w:rsid w:val="00E70160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EE7578"/>
    <w:rsid w:val="00F070AB"/>
    <w:rsid w:val="00F17567"/>
    <w:rsid w:val="00F22F94"/>
    <w:rsid w:val="00F27A7B"/>
    <w:rsid w:val="00F526AF"/>
    <w:rsid w:val="00F617C3"/>
    <w:rsid w:val="00F7066B"/>
    <w:rsid w:val="00F70C25"/>
    <w:rsid w:val="00F83B28"/>
    <w:rsid w:val="00F87A13"/>
    <w:rsid w:val="00F974DA"/>
    <w:rsid w:val="00FA46E5"/>
    <w:rsid w:val="00FB4D68"/>
    <w:rsid w:val="00FB7DBA"/>
    <w:rsid w:val="00FC1C25"/>
    <w:rsid w:val="00FC3F45"/>
    <w:rsid w:val="00FD503F"/>
    <w:rsid w:val="00FD7589"/>
    <w:rsid w:val="00FF016A"/>
    <w:rsid w:val="00FF1401"/>
    <w:rsid w:val="00FF5E7D"/>
    <w:rsid w:val="04DEEF0D"/>
    <w:rsid w:val="06D025C1"/>
    <w:rsid w:val="0AE58C75"/>
    <w:rsid w:val="0B14DEE6"/>
    <w:rsid w:val="0B19A906"/>
    <w:rsid w:val="102FFA5D"/>
    <w:rsid w:val="1B6E32FE"/>
    <w:rsid w:val="1E86D457"/>
    <w:rsid w:val="24FBECE7"/>
    <w:rsid w:val="2B8A985B"/>
    <w:rsid w:val="357BC9C9"/>
    <w:rsid w:val="4579CC0A"/>
    <w:rsid w:val="4C1D785D"/>
    <w:rsid w:val="4E442249"/>
    <w:rsid w:val="4F55191F"/>
    <w:rsid w:val="50510106"/>
    <w:rsid w:val="54FB3752"/>
    <w:rsid w:val="55895740"/>
    <w:rsid w:val="627C5FEE"/>
    <w:rsid w:val="6404807F"/>
    <w:rsid w:val="6A3081C4"/>
    <w:rsid w:val="76B21470"/>
    <w:rsid w:val="7A05F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D3C2B"/>
  <w15:docId w15:val="{CABCCAD7-D7D7-409E-B24A-3CC9AF2B2DD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9F661-C798-4EFA-85CF-A6D4E4AA49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EF978C0-5323-4ED5-98D0-1DDB0C0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D15C6A-5097-4FA7-ADE9-8ACC23EC000E}"/>
</file>

<file path=customXml/itemProps4.xml><?xml version="1.0" encoding="utf-8"?>
<ds:datastoreItem xmlns:ds="http://schemas.openxmlformats.org/officeDocument/2006/customXml" ds:itemID="{1D3B52F8-06D2-4A28-8AC1-941E0692C9E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Szczepański Dominik</cp:lastModifiedBy>
  <cp:revision>16</cp:revision>
  <cp:lastPrinted>2019-02-06T12:12:00Z</cp:lastPrinted>
  <dcterms:created xsi:type="dcterms:W3CDTF">2020-11-18T10:44:00Z</dcterms:created>
  <dcterms:modified xsi:type="dcterms:W3CDTF">2021-11-19T20:03:09Z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